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8736FF" w14:textId="1AA1B164" w:rsidR="00A1151D" w:rsidRPr="00CA0F59" w:rsidRDefault="00A1151D" w:rsidP="00A1151D">
      <w:pPr>
        <w:rPr>
          <w:b/>
        </w:rPr>
      </w:pPr>
      <w:r w:rsidRPr="00CA0F59">
        <w:rPr>
          <w:rFonts w:hint="eastAsia"/>
          <w:b/>
        </w:rPr>
        <w:t>快快游戏医生</w:t>
      </w:r>
      <w:r w:rsidR="00EB5212">
        <w:rPr>
          <w:rFonts w:hint="eastAsia"/>
          <w:b/>
        </w:rPr>
        <w:t xml:space="preserve"> </w:t>
      </w:r>
      <w:r w:rsidR="00EB5212">
        <w:rPr>
          <w:rFonts w:hint="eastAsia"/>
          <w:b/>
        </w:rPr>
        <w:t>游戏配置检测工具</w:t>
      </w:r>
      <w:r w:rsidRPr="00CA0F59">
        <w:rPr>
          <w:rFonts w:hint="eastAsia"/>
          <w:b/>
        </w:rPr>
        <w:t xml:space="preserve"> </w:t>
      </w:r>
    </w:p>
    <w:p w14:paraId="2755BC1D" w14:textId="77777777" w:rsidR="00A1151D" w:rsidRDefault="00A1151D" w:rsidP="00A1151D"/>
    <w:p w14:paraId="1F1E7875" w14:textId="77777777" w:rsidR="00A1151D" w:rsidRDefault="00A1151D" w:rsidP="00A1151D">
      <w:r>
        <w:rPr>
          <w:rFonts w:hint="eastAsia"/>
        </w:rPr>
        <w:t>“快快游戏医生”是目前最专业的游戏配置检测工具，由“快快游戏”制作发布。此工具有三大特点：</w:t>
      </w:r>
    </w:p>
    <w:p w14:paraId="6EFFE4C3" w14:textId="77777777" w:rsidR="00A1151D" w:rsidRDefault="00A1151D" w:rsidP="00A1151D">
      <w:r>
        <w:rPr>
          <w:rFonts w:hint="eastAsia"/>
        </w:rPr>
        <w:t xml:space="preserve">1. </w:t>
      </w:r>
      <w:r>
        <w:rPr>
          <w:rFonts w:hint="eastAsia"/>
        </w:rPr>
        <w:t>全面支持市面热门游戏配置检测；</w:t>
      </w:r>
    </w:p>
    <w:p w14:paraId="69F7F8E2" w14:textId="77777777" w:rsidR="00A1151D" w:rsidRDefault="00A1151D" w:rsidP="00A1151D">
      <w:r>
        <w:rPr>
          <w:rFonts w:hint="eastAsia"/>
        </w:rPr>
        <w:t xml:space="preserve">2. </w:t>
      </w:r>
      <w:r>
        <w:rPr>
          <w:rFonts w:hint="eastAsia"/>
        </w:rPr>
        <w:t>云端参考数据实时更新，数据准确性业界第一；</w:t>
      </w:r>
    </w:p>
    <w:p w14:paraId="6913F39B" w14:textId="77777777" w:rsidR="00A1151D" w:rsidRDefault="00A1151D" w:rsidP="00A1151D">
      <w:r>
        <w:rPr>
          <w:rFonts w:hint="eastAsia"/>
        </w:rPr>
        <w:t xml:space="preserve">3. </w:t>
      </w:r>
      <w:r>
        <w:rPr>
          <w:rFonts w:hint="eastAsia"/>
        </w:rPr>
        <w:t>检测标准严格按照官方设定，检测结果真实有效；</w:t>
      </w:r>
    </w:p>
    <w:p w14:paraId="3D7564AA" w14:textId="77777777" w:rsidR="00A1151D" w:rsidRPr="00247753" w:rsidRDefault="00A1151D" w:rsidP="00A1151D"/>
    <w:p w14:paraId="5BA3A20D" w14:textId="77777777" w:rsidR="00A1151D" w:rsidRDefault="00A1151D" w:rsidP="00A1151D">
      <w:r>
        <w:rPr>
          <w:rFonts w:hint="eastAsia"/>
        </w:rPr>
        <w:t>快快游戏医生的使用相当简单，让小编给你展示一下。</w:t>
      </w:r>
    </w:p>
    <w:p w14:paraId="2F8CB3D3" w14:textId="77777777" w:rsidR="00A1151D" w:rsidRDefault="00A1151D" w:rsidP="00A1151D">
      <w:r>
        <w:rPr>
          <w:rFonts w:hint="eastAsia"/>
        </w:rPr>
        <w:t xml:space="preserve">1.  </w:t>
      </w:r>
      <w:r>
        <w:rPr>
          <w:rFonts w:hint="eastAsia"/>
        </w:rPr>
        <w:t>下载“快快游戏医生”并成功安装；</w:t>
      </w:r>
    </w:p>
    <w:p w14:paraId="43DB7D18" w14:textId="77777777" w:rsidR="00A1151D" w:rsidRPr="002A06B3" w:rsidRDefault="00A1151D" w:rsidP="00A1151D">
      <w:r>
        <w:rPr>
          <w:rFonts w:hint="eastAsia"/>
        </w:rPr>
        <w:t xml:space="preserve">2.  </w:t>
      </w:r>
      <w:r>
        <w:rPr>
          <w:rFonts w:hint="eastAsia"/>
        </w:rPr>
        <w:t>点击桌面图标启动“快快游戏医生”</w:t>
      </w:r>
    </w:p>
    <w:p w14:paraId="565ADA95" w14:textId="51DEDF27" w:rsidR="00A1151D" w:rsidRDefault="00A1151D" w:rsidP="00A1151D">
      <w:r>
        <w:rPr>
          <w:rFonts w:hint="eastAsia"/>
        </w:rPr>
        <w:t xml:space="preserve">    </w:t>
      </w:r>
      <w:r>
        <w:rPr>
          <w:rFonts w:hint="eastAsia"/>
          <w:noProof/>
        </w:rPr>
        <w:drawing>
          <wp:inline distT="0" distB="0" distL="0" distR="0" wp14:editId="69489EBF">
            <wp:extent cx="428625" cy="438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快快游戏医生log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3EF1">
        <w:rPr>
          <w:rFonts w:hint="eastAsia"/>
        </w:rPr>
        <w:t>（图</w:t>
      </w:r>
      <w:r w:rsidR="00BF3EF1">
        <w:rPr>
          <w:rFonts w:hint="eastAsia"/>
        </w:rPr>
        <w:t>1</w:t>
      </w:r>
      <w:r w:rsidR="00BF3EF1">
        <w:rPr>
          <w:rFonts w:hint="eastAsia"/>
        </w:rPr>
        <w:t>）</w:t>
      </w:r>
    </w:p>
    <w:p w14:paraId="7680704D" w14:textId="77777777" w:rsidR="00A1151D" w:rsidRDefault="00A1151D" w:rsidP="00A1151D">
      <w:r>
        <w:rPr>
          <w:rFonts w:hint="eastAsia"/>
        </w:rPr>
        <w:t xml:space="preserve">3.  </w:t>
      </w:r>
      <w:r>
        <w:rPr>
          <w:rFonts w:hint="eastAsia"/>
        </w:rPr>
        <w:t>在搜索框输入希望检测的游戏名称后点击“立即检测”，也可以在“热门游戏”或字母排序表中点击需要检测的游戏名称。</w:t>
      </w:r>
    </w:p>
    <w:p w14:paraId="38612293" w14:textId="62D84F5E" w:rsidR="00A1151D" w:rsidRDefault="00A1151D" w:rsidP="00A1151D">
      <w:r>
        <w:rPr>
          <w:rFonts w:hint="eastAsia"/>
        </w:rPr>
        <w:t xml:space="preserve">    </w:t>
      </w:r>
      <w:r>
        <w:rPr>
          <w:rFonts w:hint="eastAsia"/>
          <w:noProof/>
        </w:rPr>
        <w:drawing>
          <wp:inline distT="0" distB="0" distL="0" distR="0" wp14:editId="21FEF69B">
            <wp:extent cx="5274310" cy="37026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通用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3EF1">
        <w:rPr>
          <w:rFonts w:hint="eastAsia"/>
        </w:rPr>
        <w:t>（图</w:t>
      </w:r>
      <w:r w:rsidR="00BF3EF1">
        <w:rPr>
          <w:rFonts w:hint="eastAsia"/>
        </w:rPr>
        <w:t>2</w:t>
      </w:r>
      <w:r w:rsidR="00BF3EF1">
        <w:rPr>
          <w:rFonts w:hint="eastAsia"/>
        </w:rPr>
        <w:t>）</w:t>
      </w:r>
    </w:p>
    <w:p w14:paraId="01782AC3" w14:textId="77777777" w:rsidR="00A1151D" w:rsidRPr="002A06B3" w:rsidRDefault="00A1151D" w:rsidP="00A1151D"/>
    <w:p w14:paraId="7A0D27A5" w14:textId="77777777" w:rsidR="00A1151D" w:rsidRDefault="00A1151D" w:rsidP="00A1151D">
      <w:r>
        <w:rPr>
          <w:rFonts w:hint="eastAsia"/>
        </w:rPr>
        <w:t xml:space="preserve">4. </w:t>
      </w:r>
      <w:r>
        <w:rPr>
          <w:rFonts w:hint="eastAsia"/>
        </w:rPr>
        <w:t>好啦</w:t>
      </w:r>
      <w:r>
        <w:rPr>
          <w:rFonts w:hint="eastAsia"/>
        </w:rPr>
        <w:t>~~~</w:t>
      </w:r>
      <w:r>
        <w:rPr>
          <w:rFonts w:hint="eastAsia"/>
        </w:rPr>
        <w:t>测试结果出来了！看看你的机器能跑得起来吗</w:t>
      </w:r>
      <w:r>
        <w:rPr>
          <w:rFonts w:hint="eastAsia"/>
        </w:rPr>
        <w:t xml:space="preserve">~~~ </w:t>
      </w:r>
      <w:r>
        <w:rPr>
          <w:rFonts w:hint="eastAsia"/>
        </w:rPr>
        <w:t>（小编这款本本算是悲催了。。。）游戏配置测试报告里，除了按</w:t>
      </w:r>
      <w:r>
        <w:rPr>
          <w:rFonts w:hint="eastAsia"/>
        </w:rPr>
        <w:t>CPU</w:t>
      </w:r>
      <w:r>
        <w:rPr>
          <w:rFonts w:hint="eastAsia"/>
        </w:rPr>
        <w:t>、显卡、内存、硬盘、系统分类显示是否达标外，还参考其他用户的机器反馈数据，通过数轴和图表对比的方式给你更多参考信息，的确非常直观！</w:t>
      </w:r>
    </w:p>
    <w:p w14:paraId="65B6D69B" w14:textId="67AC459E" w:rsidR="00A1151D" w:rsidRPr="002A06B3" w:rsidRDefault="00A1151D" w:rsidP="00A1151D">
      <w:r>
        <w:rPr>
          <w:rFonts w:hint="eastAsia"/>
          <w:noProof/>
        </w:rPr>
        <w:lastRenderedPageBreak/>
        <w:drawing>
          <wp:inline distT="0" distB="0" distL="0" distR="0" wp14:editId="4D475D64">
            <wp:extent cx="5274310" cy="37026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检测结果页 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F3EF1">
        <w:rPr>
          <w:rFonts w:hint="eastAsia"/>
        </w:rPr>
        <w:t>（图</w:t>
      </w:r>
      <w:r w:rsidR="00BF3EF1">
        <w:rPr>
          <w:rFonts w:hint="eastAsia"/>
        </w:rPr>
        <w:t>3</w:t>
      </w:r>
      <w:r w:rsidR="00BF3EF1">
        <w:rPr>
          <w:rFonts w:hint="eastAsia"/>
        </w:rPr>
        <w:t>）</w:t>
      </w:r>
      <w:bookmarkStart w:id="0" w:name="_GoBack"/>
      <w:bookmarkEnd w:id="0"/>
    </w:p>
    <w:p w14:paraId="3253F2D1" w14:textId="77777777" w:rsidR="00A1151D" w:rsidRDefault="00A1151D" w:rsidP="00A1151D"/>
    <w:p w14:paraId="59971517" w14:textId="77777777" w:rsidR="00A1151D" w:rsidRDefault="00A1151D" w:rsidP="00A1151D">
      <w:r>
        <w:rPr>
          <w:rFonts w:hint="eastAsia"/>
        </w:rPr>
        <w:t>还在拿不准自己的机器配置够不够？花了一晚上下载的游戏能不能启动？会不会死机、花屏？小编强烈推荐大家使用这款小工具，测测就知道了！</w:t>
      </w:r>
    </w:p>
    <w:p w14:paraId="1410F30B" w14:textId="77777777" w:rsidR="00A609ED" w:rsidRPr="00A1151D" w:rsidRDefault="00A609ED"/>
    <w:sectPr w:rsidR="00A609ED" w:rsidRPr="00A1151D" w:rsidSect="00A1151D">
      <w:pgSz w:w="11906" w:h="16838"/>
      <w:pgMar w:top="993" w:right="1800" w:bottom="709" w:left="1800" w:header="709" w:footer="46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2D812" w14:textId="77777777" w:rsidR="00C1692D" w:rsidRDefault="00C1692D" w:rsidP="00A1151D">
      <w:r>
        <w:separator/>
      </w:r>
    </w:p>
  </w:endnote>
  <w:endnote w:type="continuationSeparator" w:id="0">
    <w:p w14:paraId="7E528A66" w14:textId="77777777" w:rsidR="00C1692D" w:rsidRDefault="00C1692D" w:rsidP="00A11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11213" w14:textId="77777777" w:rsidR="00C1692D" w:rsidRDefault="00C1692D" w:rsidP="00A1151D">
      <w:r>
        <w:separator/>
      </w:r>
    </w:p>
  </w:footnote>
  <w:footnote w:type="continuationSeparator" w:id="0">
    <w:p w14:paraId="0CEC18C5" w14:textId="77777777" w:rsidR="00C1692D" w:rsidRDefault="00C1692D" w:rsidP="00A115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1D"/>
    <w:rsid w:val="00002025"/>
    <w:rsid w:val="00004360"/>
    <w:rsid w:val="000045F8"/>
    <w:rsid w:val="00004E11"/>
    <w:rsid w:val="0000514D"/>
    <w:rsid w:val="000111C8"/>
    <w:rsid w:val="0001461E"/>
    <w:rsid w:val="00015172"/>
    <w:rsid w:val="000202F8"/>
    <w:rsid w:val="0002065C"/>
    <w:rsid w:val="00023477"/>
    <w:rsid w:val="000257AA"/>
    <w:rsid w:val="00027470"/>
    <w:rsid w:val="00027CAA"/>
    <w:rsid w:val="00031098"/>
    <w:rsid w:val="00032063"/>
    <w:rsid w:val="00035E1E"/>
    <w:rsid w:val="0003658E"/>
    <w:rsid w:val="0004156F"/>
    <w:rsid w:val="00041958"/>
    <w:rsid w:val="000552E9"/>
    <w:rsid w:val="00056FF5"/>
    <w:rsid w:val="00057422"/>
    <w:rsid w:val="00057E7E"/>
    <w:rsid w:val="00061328"/>
    <w:rsid w:val="0006291B"/>
    <w:rsid w:val="00064444"/>
    <w:rsid w:val="00065316"/>
    <w:rsid w:val="000715C3"/>
    <w:rsid w:val="00072EEE"/>
    <w:rsid w:val="0007416B"/>
    <w:rsid w:val="000742A4"/>
    <w:rsid w:val="0007435F"/>
    <w:rsid w:val="0008050C"/>
    <w:rsid w:val="00081644"/>
    <w:rsid w:val="000820CD"/>
    <w:rsid w:val="000A028B"/>
    <w:rsid w:val="000A5094"/>
    <w:rsid w:val="000A608C"/>
    <w:rsid w:val="000A7906"/>
    <w:rsid w:val="000B2ACD"/>
    <w:rsid w:val="000B3762"/>
    <w:rsid w:val="000C1495"/>
    <w:rsid w:val="000C6B2F"/>
    <w:rsid w:val="000D119E"/>
    <w:rsid w:val="000D66F4"/>
    <w:rsid w:val="000E1B31"/>
    <w:rsid w:val="000E4AE0"/>
    <w:rsid w:val="000F583E"/>
    <w:rsid w:val="00104166"/>
    <w:rsid w:val="00112868"/>
    <w:rsid w:val="00117BB4"/>
    <w:rsid w:val="00122AB2"/>
    <w:rsid w:val="001238E7"/>
    <w:rsid w:val="0012555D"/>
    <w:rsid w:val="00125F55"/>
    <w:rsid w:val="00132AE2"/>
    <w:rsid w:val="00133B03"/>
    <w:rsid w:val="001346FC"/>
    <w:rsid w:val="00140629"/>
    <w:rsid w:val="001410FA"/>
    <w:rsid w:val="00141C89"/>
    <w:rsid w:val="00144955"/>
    <w:rsid w:val="00150F82"/>
    <w:rsid w:val="00152F72"/>
    <w:rsid w:val="00153017"/>
    <w:rsid w:val="0015680E"/>
    <w:rsid w:val="00156CCB"/>
    <w:rsid w:val="00163C17"/>
    <w:rsid w:val="001652C3"/>
    <w:rsid w:val="00167C9A"/>
    <w:rsid w:val="00170F9A"/>
    <w:rsid w:val="001714D8"/>
    <w:rsid w:val="00177085"/>
    <w:rsid w:val="00177D2A"/>
    <w:rsid w:val="00182F40"/>
    <w:rsid w:val="0018351C"/>
    <w:rsid w:val="00186C55"/>
    <w:rsid w:val="00187B8C"/>
    <w:rsid w:val="001906CA"/>
    <w:rsid w:val="001930DD"/>
    <w:rsid w:val="00194E2F"/>
    <w:rsid w:val="001A102F"/>
    <w:rsid w:val="001A16FA"/>
    <w:rsid w:val="001A3E64"/>
    <w:rsid w:val="001A5405"/>
    <w:rsid w:val="001A7903"/>
    <w:rsid w:val="001B02A7"/>
    <w:rsid w:val="001B0A20"/>
    <w:rsid w:val="001C0A9B"/>
    <w:rsid w:val="001C3085"/>
    <w:rsid w:val="001C31CD"/>
    <w:rsid w:val="001C75F4"/>
    <w:rsid w:val="001D1AA5"/>
    <w:rsid w:val="001D5987"/>
    <w:rsid w:val="001D5B3F"/>
    <w:rsid w:val="001E2A6A"/>
    <w:rsid w:val="001F30B7"/>
    <w:rsid w:val="001F36D1"/>
    <w:rsid w:val="001F5C31"/>
    <w:rsid w:val="001F659D"/>
    <w:rsid w:val="001F7488"/>
    <w:rsid w:val="002032E1"/>
    <w:rsid w:val="002047C6"/>
    <w:rsid w:val="00206090"/>
    <w:rsid w:val="002069F9"/>
    <w:rsid w:val="0021000B"/>
    <w:rsid w:val="00212051"/>
    <w:rsid w:val="002203FE"/>
    <w:rsid w:val="002215D7"/>
    <w:rsid w:val="00232075"/>
    <w:rsid w:val="002351B5"/>
    <w:rsid w:val="00246832"/>
    <w:rsid w:val="00254822"/>
    <w:rsid w:val="00255224"/>
    <w:rsid w:val="00257174"/>
    <w:rsid w:val="0026029F"/>
    <w:rsid w:val="002622FB"/>
    <w:rsid w:val="0026316E"/>
    <w:rsid w:val="00265F70"/>
    <w:rsid w:val="00274FA3"/>
    <w:rsid w:val="002775EB"/>
    <w:rsid w:val="002812ED"/>
    <w:rsid w:val="00281F2B"/>
    <w:rsid w:val="00282369"/>
    <w:rsid w:val="002920EB"/>
    <w:rsid w:val="00295ECC"/>
    <w:rsid w:val="002A320D"/>
    <w:rsid w:val="002A3243"/>
    <w:rsid w:val="002B22C5"/>
    <w:rsid w:val="002B50BC"/>
    <w:rsid w:val="002B5565"/>
    <w:rsid w:val="002B7A56"/>
    <w:rsid w:val="002C1818"/>
    <w:rsid w:val="002C4FA7"/>
    <w:rsid w:val="002C6B48"/>
    <w:rsid w:val="002C75DB"/>
    <w:rsid w:val="002C7F69"/>
    <w:rsid w:val="002D2AC2"/>
    <w:rsid w:val="002D49FF"/>
    <w:rsid w:val="002D5796"/>
    <w:rsid w:val="002D6828"/>
    <w:rsid w:val="002D709C"/>
    <w:rsid w:val="002E307B"/>
    <w:rsid w:val="002E3EE2"/>
    <w:rsid w:val="002E4FE0"/>
    <w:rsid w:val="002E62DC"/>
    <w:rsid w:val="002F15E2"/>
    <w:rsid w:val="002F30EE"/>
    <w:rsid w:val="002F3A80"/>
    <w:rsid w:val="002F69A4"/>
    <w:rsid w:val="002F73FC"/>
    <w:rsid w:val="00302C5D"/>
    <w:rsid w:val="00315C37"/>
    <w:rsid w:val="003176FC"/>
    <w:rsid w:val="00320B3A"/>
    <w:rsid w:val="00320B3D"/>
    <w:rsid w:val="00326668"/>
    <w:rsid w:val="0033125C"/>
    <w:rsid w:val="0033201C"/>
    <w:rsid w:val="0033472E"/>
    <w:rsid w:val="00337DD6"/>
    <w:rsid w:val="00342691"/>
    <w:rsid w:val="00343D0E"/>
    <w:rsid w:val="00354A5E"/>
    <w:rsid w:val="00361812"/>
    <w:rsid w:val="003632AF"/>
    <w:rsid w:val="00364573"/>
    <w:rsid w:val="00365080"/>
    <w:rsid w:val="00366067"/>
    <w:rsid w:val="00370C07"/>
    <w:rsid w:val="00370E48"/>
    <w:rsid w:val="003721B5"/>
    <w:rsid w:val="00372353"/>
    <w:rsid w:val="0037297B"/>
    <w:rsid w:val="0037642F"/>
    <w:rsid w:val="0037645F"/>
    <w:rsid w:val="00381347"/>
    <w:rsid w:val="003962AD"/>
    <w:rsid w:val="003A25C1"/>
    <w:rsid w:val="003A2B54"/>
    <w:rsid w:val="003A2C42"/>
    <w:rsid w:val="003A7CBD"/>
    <w:rsid w:val="003B121C"/>
    <w:rsid w:val="003B216D"/>
    <w:rsid w:val="003B46C9"/>
    <w:rsid w:val="003B5940"/>
    <w:rsid w:val="003B690A"/>
    <w:rsid w:val="003B78C0"/>
    <w:rsid w:val="003B7C00"/>
    <w:rsid w:val="003C04E4"/>
    <w:rsid w:val="003C62AF"/>
    <w:rsid w:val="003C68A8"/>
    <w:rsid w:val="003C7F3A"/>
    <w:rsid w:val="003D18D6"/>
    <w:rsid w:val="003D5942"/>
    <w:rsid w:val="003D69E2"/>
    <w:rsid w:val="003E2442"/>
    <w:rsid w:val="003E54D5"/>
    <w:rsid w:val="003E7E40"/>
    <w:rsid w:val="003F78AD"/>
    <w:rsid w:val="004047D0"/>
    <w:rsid w:val="004061BB"/>
    <w:rsid w:val="00407680"/>
    <w:rsid w:val="00412763"/>
    <w:rsid w:val="004146BC"/>
    <w:rsid w:val="0042010D"/>
    <w:rsid w:val="00421785"/>
    <w:rsid w:val="004254FC"/>
    <w:rsid w:val="00436404"/>
    <w:rsid w:val="00442BEC"/>
    <w:rsid w:val="0044310C"/>
    <w:rsid w:val="0044661A"/>
    <w:rsid w:val="00456055"/>
    <w:rsid w:val="00456D5F"/>
    <w:rsid w:val="00457405"/>
    <w:rsid w:val="00457872"/>
    <w:rsid w:val="00461F76"/>
    <w:rsid w:val="0046367C"/>
    <w:rsid w:val="00467C3D"/>
    <w:rsid w:val="00474A44"/>
    <w:rsid w:val="0048108B"/>
    <w:rsid w:val="004811B8"/>
    <w:rsid w:val="00484933"/>
    <w:rsid w:val="00490390"/>
    <w:rsid w:val="00490A53"/>
    <w:rsid w:val="004948BB"/>
    <w:rsid w:val="00495F96"/>
    <w:rsid w:val="004A061D"/>
    <w:rsid w:val="004A202A"/>
    <w:rsid w:val="004A2530"/>
    <w:rsid w:val="004A5833"/>
    <w:rsid w:val="004A75E9"/>
    <w:rsid w:val="004B2962"/>
    <w:rsid w:val="004B4571"/>
    <w:rsid w:val="004C0857"/>
    <w:rsid w:val="004C3067"/>
    <w:rsid w:val="004C3954"/>
    <w:rsid w:val="004C4B13"/>
    <w:rsid w:val="004C590B"/>
    <w:rsid w:val="004D1054"/>
    <w:rsid w:val="004D15B8"/>
    <w:rsid w:val="004D201D"/>
    <w:rsid w:val="004D5CBB"/>
    <w:rsid w:val="004E5A8D"/>
    <w:rsid w:val="004E6AFE"/>
    <w:rsid w:val="004F4B7F"/>
    <w:rsid w:val="004F5930"/>
    <w:rsid w:val="00520F37"/>
    <w:rsid w:val="00521366"/>
    <w:rsid w:val="00525A60"/>
    <w:rsid w:val="00527B03"/>
    <w:rsid w:val="00527F68"/>
    <w:rsid w:val="00534262"/>
    <w:rsid w:val="00536E40"/>
    <w:rsid w:val="00546240"/>
    <w:rsid w:val="00546D45"/>
    <w:rsid w:val="00562674"/>
    <w:rsid w:val="005628B4"/>
    <w:rsid w:val="00563E14"/>
    <w:rsid w:val="00567862"/>
    <w:rsid w:val="005700B8"/>
    <w:rsid w:val="0057347A"/>
    <w:rsid w:val="005754E3"/>
    <w:rsid w:val="00575D29"/>
    <w:rsid w:val="005854A7"/>
    <w:rsid w:val="00590DE0"/>
    <w:rsid w:val="005940A2"/>
    <w:rsid w:val="00594563"/>
    <w:rsid w:val="005971F0"/>
    <w:rsid w:val="005A2065"/>
    <w:rsid w:val="005B22EE"/>
    <w:rsid w:val="005B70EE"/>
    <w:rsid w:val="005B74A7"/>
    <w:rsid w:val="005C01B4"/>
    <w:rsid w:val="005C200B"/>
    <w:rsid w:val="005C3CF4"/>
    <w:rsid w:val="005D0F60"/>
    <w:rsid w:val="005D4E23"/>
    <w:rsid w:val="005E760C"/>
    <w:rsid w:val="005E7AD8"/>
    <w:rsid w:val="005F181A"/>
    <w:rsid w:val="005F4738"/>
    <w:rsid w:val="005F4C2D"/>
    <w:rsid w:val="005F57AA"/>
    <w:rsid w:val="005F59DC"/>
    <w:rsid w:val="00601D0B"/>
    <w:rsid w:val="00605850"/>
    <w:rsid w:val="00606A4B"/>
    <w:rsid w:val="0061072C"/>
    <w:rsid w:val="00614B6A"/>
    <w:rsid w:val="00623B17"/>
    <w:rsid w:val="006329CB"/>
    <w:rsid w:val="00634D3C"/>
    <w:rsid w:val="00635530"/>
    <w:rsid w:val="00635D28"/>
    <w:rsid w:val="0064237D"/>
    <w:rsid w:val="00643F9E"/>
    <w:rsid w:val="00655B53"/>
    <w:rsid w:val="00656487"/>
    <w:rsid w:val="006578AB"/>
    <w:rsid w:val="00657950"/>
    <w:rsid w:val="00657E19"/>
    <w:rsid w:val="00661B81"/>
    <w:rsid w:val="00661EC0"/>
    <w:rsid w:val="006715E2"/>
    <w:rsid w:val="00676A11"/>
    <w:rsid w:val="00676DAB"/>
    <w:rsid w:val="00687AB1"/>
    <w:rsid w:val="00687BDC"/>
    <w:rsid w:val="006913E7"/>
    <w:rsid w:val="006948A0"/>
    <w:rsid w:val="00696570"/>
    <w:rsid w:val="006A2351"/>
    <w:rsid w:val="006A3FAB"/>
    <w:rsid w:val="006B4898"/>
    <w:rsid w:val="006B48D3"/>
    <w:rsid w:val="006B63E7"/>
    <w:rsid w:val="006C5B17"/>
    <w:rsid w:val="006D27CA"/>
    <w:rsid w:val="006E0858"/>
    <w:rsid w:val="006E1B03"/>
    <w:rsid w:val="006E237C"/>
    <w:rsid w:val="006E5D66"/>
    <w:rsid w:val="006F0BF2"/>
    <w:rsid w:val="006F35CE"/>
    <w:rsid w:val="006F55BD"/>
    <w:rsid w:val="006F6546"/>
    <w:rsid w:val="00703FD9"/>
    <w:rsid w:val="007105B5"/>
    <w:rsid w:val="0071164C"/>
    <w:rsid w:val="00712094"/>
    <w:rsid w:val="00712533"/>
    <w:rsid w:val="007140FB"/>
    <w:rsid w:val="007166EA"/>
    <w:rsid w:val="007202D5"/>
    <w:rsid w:val="00721052"/>
    <w:rsid w:val="0072324B"/>
    <w:rsid w:val="00724448"/>
    <w:rsid w:val="00730C55"/>
    <w:rsid w:val="00736171"/>
    <w:rsid w:val="00736B40"/>
    <w:rsid w:val="00737838"/>
    <w:rsid w:val="007423A3"/>
    <w:rsid w:val="00747118"/>
    <w:rsid w:val="007515B6"/>
    <w:rsid w:val="00761C93"/>
    <w:rsid w:val="00763D3B"/>
    <w:rsid w:val="007701CB"/>
    <w:rsid w:val="007701E8"/>
    <w:rsid w:val="00772564"/>
    <w:rsid w:val="007725E2"/>
    <w:rsid w:val="00774DC6"/>
    <w:rsid w:val="007804E3"/>
    <w:rsid w:val="00783C8B"/>
    <w:rsid w:val="00786BD8"/>
    <w:rsid w:val="00794346"/>
    <w:rsid w:val="00796B88"/>
    <w:rsid w:val="00797653"/>
    <w:rsid w:val="00797E24"/>
    <w:rsid w:val="007A1938"/>
    <w:rsid w:val="007A2991"/>
    <w:rsid w:val="007A2B08"/>
    <w:rsid w:val="007A2FB4"/>
    <w:rsid w:val="007A3253"/>
    <w:rsid w:val="007B1E85"/>
    <w:rsid w:val="007B2F08"/>
    <w:rsid w:val="007B4D56"/>
    <w:rsid w:val="007D0D77"/>
    <w:rsid w:val="007D30D6"/>
    <w:rsid w:val="007D4063"/>
    <w:rsid w:val="007D5473"/>
    <w:rsid w:val="007D6C45"/>
    <w:rsid w:val="007D724C"/>
    <w:rsid w:val="007E0C5F"/>
    <w:rsid w:val="007E56E1"/>
    <w:rsid w:val="007E6CE7"/>
    <w:rsid w:val="007E7A0C"/>
    <w:rsid w:val="007F1A87"/>
    <w:rsid w:val="007F6C6B"/>
    <w:rsid w:val="00804B01"/>
    <w:rsid w:val="00806525"/>
    <w:rsid w:val="00806A1C"/>
    <w:rsid w:val="00806AAD"/>
    <w:rsid w:val="008114C2"/>
    <w:rsid w:val="008137A4"/>
    <w:rsid w:val="008147B3"/>
    <w:rsid w:val="00816983"/>
    <w:rsid w:val="0081769D"/>
    <w:rsid w:val="00817F6E"/>
    <w:rsid w:val="008249E4"/>
    <w:rsid w:val="00825675"/>
    <w:rsid w:val="008366A2"/>
    <w:rsid w:val="0084630C"/>
    <w:rsid w:val="0086563E"/>
    <w:rsid w:val="00867825"/>
    <w:rsid w:val="00872472"/>
    <w:rsid w:val="00873077"/>
    <w:rsid w:val="00882BE2"/>
    <w:rsid w:val="00883F7B"/>
    <w:rsid w:val="00884BCC"/>
    <w:rsid w:val="0089040F"/>
    <w:rsid w:val="00890CA2"/>
    <w:rsid w:val="00894B8C"/>
    <w:rsid w:val="00895E26"/>
    <w:rsid w:val="008A1729"/>
    <w:rsid w:val="008B0E9A"/>
    <w:rsid w:val="008B39D0"/>
    <w:rsid w:val="008B3E40"/>
    <w:rsid w:val="008B79F9"/>
    <w:rsid w:val="008C2F72"/>
    <w:rsid w:val="008C78AC"/>
    <w:rsid w:val="008D1AB8"/>
    <w:rsid w:val="008D33F0"/>
    <w:rsid w:val="008D3E5A"/>
    <w:rsid w:val="008D5BAE"/>
    <w:rsid w:val="008D6067"/>
    <w:rsid w:val="008D7F5F"/>
    <w:rsid w:val="008E2113"/>
    <w:rsid w:val="008E2C74"/>
    <w:rsid w:val="008E4A12"/>
    <w:rsid w:val="008E4A4B"/>
    <w:rsid w:val="008F59CA"/>
    <w:rsid w:val="008F795A"/>
    <w:rsid w:val="00900413"/>
    <w:rsid w:val="00905052"/>
    <w:rsid w:val="00907211"/>
    <w:rsid w:val="0090775F"/>
    <w:rsid w:val="00907BFA"/>
    <w:rsid w:val="00914848"/>
    <w:rsid w:val="00917C73"/>
    <w:rsid w:val="00922B67"/>
    <w:rsid w:val="00935DFB"/>
    <w:rsid w:val="00940AB9"/>
    <w:rsid w:val="009423D4"/>
    <w:rsid w:val="00942E59"/>
    <w:rsid w:val="0094353F"/>
    <w:rsid w:val="00945661"/>
    <w:rsid w:val="00946CC9"/>
    <w:rsid w:val="00950E69"/>
    <w:rsid w:val="00953AC2"/>
    <w:rsid w:val="00953C64"/>
    <w:rsid w:val="00955489"/>
    <w:rsid w:val="00956A93"/>
    <w:rsid w:val="0097304F"/>
    <w:rsid w:val="00974552"/>
    <w:rsid w:val="00975104"/>
    <w:rsid w:val="0098452E"/>
    <w:rsid w:val="0098529C"/>
    <w:rsid w:val="009858B7"/>
    <w:rsid w:val="0099063C"/>
    <w:rsid w:val="00991E8D"/>
    <w:rsid w:val="00992D8D"/>
    <w:rsid w:val="009A1A11"/>
    <w:rsid w:val="009A3E77"/>
    <w:rsid w:val="009B0DB9"/>
    <w:rsid w:val="009B132A"/>
    <w:rsid w:val="009B50E1"/>
    <w:rsid w:val="009B5B01"/>
    <w:rsid w:val="009B5D17"/>
    <w:rsid w:val="009B5D75"/>
    <w:rsid w:val="009B7305"/>
    <w:rsid w:val="009B73C8"/>
    <w:rsid w:val="009B796D"/>
    <w:rsid w:val="009C190C"/>
    <w:rsid w:val="009C2E3A"/>
    <w:rsid w:val="009C740D"/>
    <w:rsid w:val="009E0356"/>
    <w:rsid w:val="009E3E3D"/>
    <w:rsid w:val="009E6E61"/>
    <w:rsid w:val="009F0D74"/>
    <w:rsid w:val="009F30C0"/>
    <w:rsid w:val="009F4472"/>
    <w:rsid w:val="009F4C7A"/>
    <w:rsid w:val="009F5D6E"/>
    <w:rsid w:val="00A04D88"/>
    <w:rsid w:val="00A1135E"/>
    <w:rsid w:val="00A1151D"/>
    <w:rsid w:val="00A17834"/>
    <w:rsid w:val="00A25593"/>
    <w:rsid w:val="00A33529"/>
    <w:rsid w:val="00A33C37"/>
    <w:rsid w:val="00A35FE8"/>
    <w:rsid w:val="00A3709C"/>
    <w:rsid w:val="00A3762C"/>
    <w:rsid w:val="00A42547"/>
    <w:rsid w:val="00A4256F"/>
    <w:rsid w:val="00A45606"/>
    <w:rsid w:val="00A45F58"/>
    <w:rsid w:val="00A46126"/>
    <w:rsid w:val="00A51E50"/>
    <w:rsid w:val="00A52FE4"/>
    <w:rsid w:val="00A5460D"/>
    <w:rsid w:val="00A54FAF"/>
    <w:rsid w:val="00A56590"/>
    <w:rsid w:val="00A56F94"/>
    <w:rsid w:val="00A609ED"/>
    <w:rsid w:val="00A6527E"/>
    <w:rsid w:val="00A65B16"/>
    <w:rsid w:val="00A66C21"/>
    <w:rsid w:val="00A70455"/>
    <w:rsid w:val="00A71CE0"/>
    <w:rsid w:val="00A71F25"/>
    <w:rsid w:val="00A74B2F"/>
    <w:rsid w:val="00A77C37"/>
    <w:rsid w:val="00A80BFD"/>
    <w:rsid w:val="00A9164F"/>
    <w:rsid w:val="00A940EF"/>
    <w:rsid w:val="00A977C0"/>
    <w:rsid w:val="00AA21D2"/>
    <w:rsid w:val="00AA5D52"/>
    <w:rsid w:val="00AA6888"/>
    <w:rsid w:val="00AA73EA"/>
    <w:rsid w:val="00AB576D"/>
    <w:rsid w:val="00AC1DDD"/>
    <w:rsid w:val="00AC3655"/>
    <w:rsid w:val="00AC721A"/>
    <w:rsid w:val="00AD3854"/>
    <w:rsid w:val="00AD3941"/>
    <w:rsid w:val="00AD3E9E"/>
    <w:rsid w:val="00AD48A4"/>
    <w:rsid w:val="00AD5683"/>
    <w:rsid w:val="00AF1664"/>
    <w:rsid w:val="00AF396C"/>
    <w:rsid w:val="00AF4A81"/>
    <w:rsid w:val="00B03042"/>
    <w:rsid w:val="00B03281"/>
    <w:rsid w:val="00B10D3B"/>
    <w:rsid w:val="00B1306C"/>
    <w:rsid w:val="00B15335"/>
    <w:rsid w:val="00B20DDC"/>
    <w:rsid w:val="00B215F4"/>
    <w:rsid w:val="00B226F1"/>
    <w:rsid w:val="00B26188"/>
    <w:rsid w:val="00B30CD6"/>
    <w:rsid w:val="00B323F9"/>
    <w:rsid w:val="00B35188"/>
    <w:rsid w:val="00B37236"/>
    <w:rsid w:val="00B413B6"/>
    <w:rsid w:val="00B44548"/>
    <w:rsid w:val="00B448D6"/>
    <w:rsid w:val="00B523DA"/>
    <w:rsid w:val="00B55AB1"/>
    <w:rsid w:val="00B56BF9"/>
    <w:rsid w:val="00B57709"/>
    <w:rsid w:val="00B57B0E"/>
    <w:rsid w:val="00B60A3E"/>
    <w:rsid w:val="00B70545"/>
    <w:rsid w:val="00B71CE3"/>
    <w:rsid w:val="00B74D85"/>
    <w:rsid w:val="00B7531D"/>
    <w:rsid w:val="00B753BD"/>
    <w:rsid w:val="00B76AF9"/>
    <w:rsid w:val="00B824E6"/>
    <w:rsid w:val="00B9580D"/>
    <w:rsid w:val="00B97237"/>
    <w:rsid w:val="00BB1FD6"/>
    <w:rsid w:val="00BB38C5"/>
    <w:rsid w:val="00BC0574"/>
    <w:rsid w:val="00BC482C"/>
    <w:rsid w:val="00BC69E4"/>
    <w:rsid w:val="00BC7197"/>
    <w:rsid w:val="00BD0D3A"/>
    <w:rsid w:val="00BD2F6E"/>
    <w:rsid w:val="00BD4B2B"/>
    <w:rsid w:val="00BD6C3D"/>
    <w:rsid w:val="00BE09C8"/>
    <w:rsid w:val="00BE6495"/>
    <w:rsid w:val="00BE7D26"/>
    <w:rsid w:val="00BF122D"/>
    <w:rsid w:val="00BF1DD1"/>
    <w:rsid w:val="00BF27C5"/>
    <w:rsid w:val="00BF2B67"/>
    <w:rsid w:val="00BF3EF1"/>
    <w:rsid w:val="00C01C58"/>
    <w:rsid w:val="00C0261D"/>
    <w:rsid w:val="00C03ABC"/>
    <w:rsid w:val="00C10A5F"/>
    <w:rsid w:val="00C11C12"/>
    <w:rsid w:val="00C11C7B"/>
    <w:rsid w:val="00C1692D"/>
    <w:rsid w:val="00C23964"/>
    <w:rsid w:val="00C272F5"/>
    <w:rsid w:val="00C27DE3"/>
    <w:rsid w:val="00C3060E"/>
    <w:rsid w:val="00C31EAC"/>
    <w:rsid w:val="00C32948"/>
    <w:rsid w:val="00C44D7F"/>
    <w:rsid w:val="00C45AD5"/>
    <w:rsid w:val="00C50EFA"/>
    <w:rsid w:val="00C5188A"/>
    <w:rsid w:val="00C5689D"/>
    <w:rsid w:val="00C57283"/>
    <w:rsid w:val="00C64944"/>
    <w:rsid w:val="00C715CF"/>
    <w:rsid w:val="00C7380E"/>
    <w:rsid w:val="00C75CB1"/>
    <w:rsid w:val="00C76D9C"/>
    <w:rsid w:val="00C77160"/>
    <w:rsid w:val="00C77A4B"/>
    <w:rsid w:val="00C77D3C"/>
    <w:rsid w:val="00C8349F"/>
    <w:rsid w:val="00C919D8"/>
    <w:rsid w:val="00C9457C"/>
    <w:rsid w:val="00C9655C"/>
    <w:rsid w:val="00C97C17"/>
    <w:rsid w:val="00CA0794"/>
    <w:rsid w:val="00CA0F59"/>
    <w:rsid w:val="00CA503E"/>
    <w:rsid w:val="00CB1AA8"/>
    <w:rsid w:val="00CC005A"/>
    <w:rsid w:val="00CC3B95"/>
    <w:rsid w:val="00CC4AAF"/>
    <w:rsid w:val="00CD03F8"/>
    <w:rsid w:val="00CD4A2A"/>
    <w:rsid w:val="00CD7369"/>
    <w:rsid w:val="00CE072D"/>
    <w:rsid w:val="00CE07A4"/>
    <w:rsid w:val="00CE1B2C"/>
    <w:rsid w:val="00CE1E75"/>
    <w:rsid w:val="00CE3342"/>
    <w:rsid w:val="00CE3521"/>
    <w:rsid w:val="00CE4637"/>
    <w:rsid w:val="00CE7DD9"/>
    <w:rsid w:val="00CF078B"/>
    <w:rsid w:val="00CF0994"/>
    <w:rsid w:val="00CF44A0"/>
    <w:rsid w:val="00D008B7"/>
    <w:rsid w:val="00D04224"/>
    <w:rsid w:val="00D058BC"/>
    <w:rsid w:val="00D06149"/>
    <w:rsid w:val="00D07AAF"/>
    <w:rsid w:val="00D12ECA"/>
    <w:rsid w:val="00D17435"/>
    <w:rsid w:val="00D21409"/>
    <w:rsid w:val="00D2677D"/>
    <w:rsid w:val="00D30CE4"/>
    <w:rsid w:val="00D31EF7"/>
    <w:rsid w:val="00D32BDE"/>
    <w:rsid w:val="00D350C8"/>
    <w:rsid w:val="00D4323B"/>
    <w:rsid w:val="00D45587"/>
    <w:rsid w:val="00D46B98"/>
    <w:rsid w:val="00D47D35"/>
    <w:rsid w:val="00D529C8"/>
    <w:rsid w:val="00D53635"/>
    <w:rsid w:val="00D55399"/>
    <w:rsid w:val="00D575E6"/>
    <w:rsid w:val="00D57922"/>
    <w:rsid w:val="00D61B12"/>
    <w:rsid w:val="00D6606F"/>
    <w:rsid w:val="00D67A22"/>
    <w:rsid w:val="00D75EAF"/>
    <w:rsid w:val="00D80D21"/>
    <w:rsid w:val="00D916ED"/>
    <w:rsid w:val="00D93114"/>
    <w:rsid w:val="00DA3E89"/>
    <w:rsid w:val="00DA4F90"/>
    <w:rsid w:val="00DA7CAF"/>
    <w:rsid w:val="00DB47D7"/>
    <w:rsid w:val="00DB52A4"/>
    <w:rsid w:val="00DC36D4"/>
    <w:rsid w:val="00DC3F1F"/>
    <w:rsid w:val="00DD0C3A"/>
    <w:rsid w:val="00DD4D3E"/>
    <w:rsid w:val="00DE0928"/>
    <w:rsid w:val="00DF1B57"/>
    <w:rsid w:val="00DF1E45"/>
    <w:rsid w:val="00DF3495"/>
    <w:rsid w:val="00DF3619"/>
    <w:rsid w:val="00DF7B2C"/>
    <w:rsid w:val="00E0234B"/>
    <w:rsid w:val="00E06644"/>
    <w:rsid w:val="00E107E2"/>
    <w:rsid w:val="00E111E7"/>
    <w:rsid w:val="00E123DE"/>
    <w:rsid w:val="00E13614"/>
    <w:rsid w:val="00E14D87"/>
    <w:rsid w:val="00E15439"/>
    <w:rsid w:val="00E2315D"/>
    <w:rsid w:val="00E25CCC"/>
    <w:rsid w:val="00E2634A"/>
    <w:rsid w:val="00E315BA"/>
    <w:rsid w:val="00E322B9"/>
    <w:rsid w:val="00E3407E"/>
    <w:rsid w:val="00E35EBD"/>
    <w:rsid w:val="00E414ED"/>
    <w:rsid w:val="00E4394E"/>
    <w:rsid w:val="00E4514D"/>
    <w:rsid w:val="00E520F4"/>
    <w:rsid w:val="00E56117"/>
    <w:rsid w:val="00E6077E"/>
    <w:rsid w:val="00E62426"/>
    <w:rsid w:val="00E661DB"/>
    <w:rsid w:val="00E71F47"/>
    <w:rsid w:val="00E74CCB"/>
    <w:rsid w:val="00E858D2"/>
    <w:rsid w:val="00E879C1"/>
    <w:rsid w:val="00E87E48"/>
    <w:rsid w:val="00E91F86"/>
    <w:rsid w:val="00E92D53"/>
    <w:rsid w:val="00E93969"/>
    <w:rsid w:val="00EA5B26"/>
    <w:rsid w:val="00EA63D1"/>
    <w:rsid w:val="00EA6CA9"/>
    <w:rsid w:val="00EB0CB3"/>
    <w:rsid w:val="00EB5212"/>
    <w:rsid w:val="00EB5BDD"/>
    <w:rsid w:val="00EB6821"/>
    <w:rsid w:val="00EC0CF0"/>
    <w:rsid w:val="00ED73B6"/>
    <w:rsid w:val="00EE0AFA"/>
    <w:rsid w:val="00EE1A1D"/>
    <w:rsid w:val="00EE3168"/>
    <w:rsid w:val="00EE4FF3"/>
    <w:rsid w:val="00EE5993"/>
    <w:rsid w:val="00EF01B1"/>
    <w:rsid w:val="00F00F5F"/>
    <w:rsid w:val="00F039B4"/>
    <w:rsid w:val="00F04178"/>
    <w:rsid w:val="00F051A2"/>
    <w:rsid w:val="00F05E71"/>
    <w:rsid w:val="00F1446F"/>
    <w:rsid w:val="00F207F6"/>
    <w:rsid w:val="00F21273"/>
    <w:rsid w:val="00F21BAF"/>
    <w:rsid w:val="00F27066"/>
    <w:rsid w:val="00F31AA0"/>
    <w:rsid w:val="00F36C64"/>
    <w:rsid w:val="00F37FDE"/>
    <w:rsid w:val="00F43A62"/>
    <w:rsid w:val="00F4435E"/>
    <w:rsid w:val="00F457A5"/>
    <w:rsid w:val="00F54275"/>
    <w:rsid w:val="00F55EB4"/>
    <w:rsid w:val="00F56CD0"/>
    <w:rsid w:val="00F61F90"/>
    <w:rsid w:val="00F74D3F"/>
    <w:rsid w:val="00F7754E"/>
    <w:rsid w:val="00F83152"/>
    <w:rsid w:val="00F854DA"/>
    <w:rsid w:val="00F865EE"/>
    <w:rsid w:val="00F8739A"/>
    <w:rsid w:val="00F940EA"/>
    <w:rsid w:val="00FA4072"/>
    <w:rsid w:val="00FA43A7"/>
    <w:rsid w:val="00FA669D"/>
    <w:rsid w:val="00FB04E4"/>
    <w:rsid w:val="00FB4A95"/>
    <w:rsid w:val="00FB514A"/>
    <w:rsid w:val="00FB6F85"/>
    <w:rsid w:val="00FC1494"/>
    <w:rsid w:val="00FC28F3"/>
    <w:rsid w:val="00FC4DBF"/>
    <w:rsid w:val="00FD1651"/>
    <w:rsid w:val="00FD4DD6"/>
    <w:rsid w:val="00FD7F5F"/>
    <w:rsid w:val="00FE10E4"/>
    <w:rsid w:val="00FE6DAD"/>
    <w:rsid w:val="00FF1859"/>
    <w:rsid w:val="00FF248D"/>
    <w:rsid w:val="00FF3E65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0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5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115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1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151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1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15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5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1151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115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1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1151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11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115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</Words>
  <Characters>413</Characters>
  <Application>Microsoft Office Word</Application>
  <DocSecurity>0</DocSecurity>
  <Lines>3</Lines>
  <Paragraphs>1</Paragraphs>
  <ScaleCrop>false</ScaleCrop>
  <Company>kingsoft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piyiwen</dc:creator>
  <cp:keywords/>
  <dc:description/>
  <cp:lastModifiedBy>piyiwen</cp:lastModifiedBy>
  <cp:revision>4</cp:revision>
  <dcterms:created xsi:type="dcterms:W3CDTF">2012-08-15T10:35:00Z</dcterms:created>
  <dcterms:modified xsi:type="dcterms:W3CDTF">2012-08-15T10:40:00Z</dcterms:modified>
</cp:coreProperties>
</file>